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3206"/>
        <w:gridCol w:w="2555"/>
        <w:gridCol w:w="2565"/>
        <w:gridCol w:w="2565"/>
        <w:gridCol w:w="2313"/>
      </w:tblGrid>
      <w:tr w:rsidR="0048008C" w:rsidTr="0048008C">
        <w:tc>
          <w:tcPr>
            <w:tcW w:w="1809" w:type="dxa"/>
            <w:shd w:val="clear" w:color="auto" w:fill="000000" w:themeFill="text1"/>
            <w:vAlign w:val="center"/>
          </w:tcPr>
          <w:p w:rsidR="0048008C" w:rsidRDefault="0048008C" w:rsidP="0048008C">
            <w:pPr>
              <w:jc w:val="center"/>
            </w:pPr>
            <w:r>
              <w:t>Title</w:t>
            </w:r>
          </w:p>
        </w:tc>
        <w:tc>
          <w:tcPr>
            <w:tcW w:w="3206" w:type="dxa"/>
            <w:shd w:val="clear" w:color="auto" w:fill="000000" w:themeFill="text1"/>
            <w:vAlign w:val="center"/>
          </w:tcPr>
          <w:p w:rsidR="0048008C" w:rsidRDefault="0048008C" w:rsidP="0048008C">
            <w:pPr>
              <w:jc w:val="center"/>
            </w:pPr>
            <w:r>
              <w:t>What happened in the roleplay?</w:t>
            </w:r>
          </w:p>
        </w:tc>
        <w:tc>
          <w:tcPr>
            <w:tcW w:w="2555" w:type="dxa"/>
            <w:shd w:val="clear" w:color="auto" w:fill="000000" w:themeFill="text1"/>
            <w:vAlign w:val="center"/>
          </w:tcPr>
          <w:p w:rsidR="0048008C" w:rsidRDefault="0048008C" w:rsidP="0048008C">
            <w:pPr>
              <w:jc w:val="center"/>
            </w:pPr>
            <w:r>
              <w:t>What were the participants were thinking?</w:t>
            </w:r>
          </w:p>
        </w:tc>
        <w:tc>
          <w:tcPr>
            <w:tcW w:w="2565" w:type="dxa"/>
            <w:shd w:val="clear" w:color="auto" w:fill="000000" w:themeFill="text1"/>
            <w:vAlign w:val="center"/>
          </w:tcPr>
          <w:p w:rsidR="0048008C" w:rsidRDefault="0048008C" w:rsidP="0048008C">
            <w:pPr>
              <w:jc w:val="center"/>
            </w:pPr>
            <w:r>
              <w:t>What might other students have been thinking?</w:t>
            </w:r>
          </w:p>
        </w:tc>
        <w:tc>
          <w:tcPr>
            <w:tcW w:w="2565" w:type="dxa"/>
            <w:shd w:val="clear" w:color="auto" w:fill="000000" w:themeFill="text1"/>
            <w:vAlign w:val="center"/>
          </w:tcPr>
          <w:p w:rsidR="0048008C" w:rsidRDefault="0048008C" w:rsidP="0048008C">
            <w:pPr>
              <w:jc w:val="center"/>
            </w:pPr>
            <w:r>
              <w:t>What might the teachers be thinking?</w:t>
            </w:r>
          </w:p>
        </w:tc>
        <w:tc>
          <w:tcPr>
            <w:tcW w:w="2313" w:type="dxa"/>
            <w:shd w:val="clear" w:color="auto" w:fill="000000" w:themeFill="text1"/>
            <w:vAlign w:val="center"/>
          </w:tcPr>
          <w:p w:rsidR="0048008C" w:rsidRDefault="0048008C" w:rsidP="0048008C">
            <w:pPr>
              <w:jc w:val="center"/>
            </w:pPr>
            <w:r>
              <w:t>What might visitors be thinking?</w:t>
            </w:r>
          </w:p>
        </w:tc>
      </w:tr>
      <w:tr w:rsidR="0048008C" w:rsidTr="0048008C">
        <w:trPr>
          <w:trHeight w:val="1450"/>
        </w:trPr>
        <w:tc>
          <w:tcPr>
            <w:tcW w:w="1809" w:type="dxa"/>
            <w:vAlign w:val="center"/>
          </w:tcPr>
          <w:p w:rsidR="0048008C" w:rsidRDefault="0048008C" w:rsidP="0048008C"/>
        </w:tc>
        <w:tc>
          <w:tcPr>
            <w:tcW w:w="3206" w:type="dxa"/>
            <w:vAlign w:val="center"/>
          </w:tcPr>
          <w:p w:rsidR="0048008C" w:rsidRDefault="0048008C" w:rsidP="0048008C"/>
        </w:tc>
        <w:tc>
          <w:tcPr>
            <w:tcW w:w="255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313" w:type="dxa"/>
            <w:vAlign w:val="center"/>
          </w:tcPr>
          <w:p w:rsidR="0048008C" w:rsidRDefault="0048008C" w:rsidP="0048008C"/>
        </w:tc>
      </w:tr>
      <w:tr w:rsidR="0048008C" w:rsidTr="0048008C">
        <w:trPr>
          <w:trHeight w:val="1450"/>
        </w:trPr>
        <w:tc>
          <w:tcPr>
            <w:tcW w:w="1809" w:type="dxa"/>
            <w:vAlign w:val="center"/>
          </w:tcPr>
          <w:p w:rsidR="0048008C" w:rsidRDefault="0048008C" w:rsidP="0048008C"/>
        </w:tc>
        <w:tc>
          <w:tcPr>
            <w:tcW w:w="3206" w:type="dxa"/>
            <w:vAlign w:val="center"/>
          </w:tcPr>
          <w:p w:rsidR="0048008C" w:rsidRDefault="0048008C" w:rsidP="0048008C"/>
        </w:tc>
        <w:tc>
          <w:tcPr>
            <w:tcW w:w="255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313" w:type="dxa"/>
            <w:vAlign w:val="center"/>
          </w:tcPr>
          <w:p w:rsidR="0048008C" w:rsidRDefault="0048008C" w:rsidP="0048008C"/>
        </w:tc>
      </w:tr>
      <w:tr w:rsidR="0048008C" w:rsidTr="0048008C">
        <w:trPr>
          <w:trHeight w:val="1450"/>
        </w:trPr>
        <w:tc>
          <w:tcPr>
            <w:tcW w:w="1809" w:type="dxa"/>
            <w:vAlign w:val="center"/>
          </w:tcPr>
          <w:p w:rsidR="0048008C" w:rsidRDefault="0048008C" w:rsidP="0048008C"/>
        </w:tc>
        <w:tc>
          <w:tcPr>
            <w:tcW w:w="3206" w:type="dxa"/>
            <w:vAlign w:val="center"/>
          </w:tcPr>
          <w:p w:rsidR="0048008C" w:rsidRDefault="0048008C" w:rsidP="0048008C"/>
        </w:tc>
        <w:tc>
          <w:tcPr>
            <w:tcW w:w="255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313" w:type="dxa"/>
            <w:vAlign w:val="center"/>
          </w:tcPr>
          <w:p w:rsidR="0048008C" w:rsidRDefault="0048008C" w:rsidP="0048008C"/>
        </w:tc>
      </w:tr>
      <w:tr w:rsidR="0048008C" w:rsidTr="0048008C">
        <w:trPr>
          <w:trHeight w:val="1450"/>
        </w:trPr>
        <w:tc>
          <w:tcPr>
            <w:tcW w:w="1809" w:type="dxa"/>
            <w:vAlign w:val="center"/>
          </w:tcPr>
          <w:p w:rsidR="0048008C" w:rsidRDefault="0048008C" w:rsidP="0048008C"/>
        </w:tc>
        <w:tc>
          <w:tcPr>
            <w:tcW w:w="3206" w:type="dxa"/>
            <w:vAlign w:val="center"/>
          </w:tcPr>
          <w:p w:rsidR="0048008C" w:rsidRDefault="0048008C" w:rsidP="0048008C"/>
        </w:tc>
        <w:tc>
          <w:tcPr>
            <w:tcW w:w="255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313" w:type="dxa"/>
            <w:vAlign w:val="center"/>
          </w:tcPr>
          <w:p w:rsidR="0048008C" w:rsidRDefault="0048008C" w:rsidP="0048008C"/>
        </w:tc>
      </w:tr>
      <w:tr w:rsidR="0048008C" w:rsidTr="0048008C">
        <w:trPr>
          <w:trHeight w:val="1450"/>
        </w:trPr>
        <w:tc>
          <w:tcPr>
            <w:tcW w:w="1809" w:type="dxa"/>
            <w:vAlign w:val="center"/>
          </w:tcPr>
          <w:p w:rsidR="0048008C" w:rsidRDefault="0048008C" w:rsidP="0048008C"/>
        </w:tc>
        <w:tc>
          <w:tcPr>
            <w:tcW w:w="3206" w:type="dxa"/>
            <w:vAlign w:val="center"/>
          </w:tcPr>
          <w:p w:rsidR="0048008C" w:rsidRDefault="0048008C" w:rsidP="0048008C"/>
        </w:tc>
        <w:tc>
          <w:tcPr>
            <w:tcW w:w="255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313" w:type="dxa"/>
            <w:vAlign w:val="center"/>
          </w:tcPr>
          <w:p w:rsidR="0048008C" w:rsidRDefault="0048008C" w:rsidP="0048008C"/>
        </w:tc>
      </w:tr>
      <w:tr w:rsidR="0048008C" w:rsidTr="0048008C">
        <w:trPr>
          <w:trHeight w:val="1450"/>
        </w:trPr>
        <w:tc>
          <w:tcPr>
            <w:tcW w:w="1809" w:type="dxa"/>
            <w:vAlign w:val="center"/>
          </w:tcPr>
          <w:p w:rsidR="0048008C" w:rsidRDefault="0048008C" w:rsidP="0048008C"/>
        </w:tc>
        <w:tc>
          <w:tcPr>
            <w:tcW w:w="3206" w:type="dxa"/>
            <w:vAlign w:val="center"/>
          </w:tcPr>
          <w:p w:rsidR="0048008C" w:rsidRDefault="0048008C" w:rsidP="0048008C"/>
        </w:tc>
        <w:tc>
          <w:tcPr>
            <w:tcW w:w="255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/>
        </w:tc>
        <w:tc>
          <w:tcPr>
            <w:tcW w:w="2565" w:type="dxa"/>
            <w:vAlign w:val="center"/>
          </w:tcPr>
          <w:p w:rsidR="0048008C" w:rsidRDefault="0048008C" w:rsidP="0048008C">
            <w:bookmarkStart w:id="0" w:name="_GoBack"/>
            <w:bookmarkEnd w:id="0"/>
          </w:p>
        </w:tc>
        <w:tc>
          <w:tcPr>
            <w:tcW w:w="2313" w:type="dxa"/>
            <w:vAlign w:val="center"/>
          </w:tcPr>
          <w:p w:rsidR="0048008C" w:rsidRDefault="0048008C" w:rsidP="0048008C"/>
        </w:tc>
      </w:tr>
    </w:tbl>
    <w:p w:rsidR="00BB7F63" w:rsidRDefault="002D508C"/>
    <w:sectPr w:rsidR="00BB7F63" w:rsidSect="0048008C">
      <w:pgSz w:w="16839" w:h="11907" w:orient="landscape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08C"/>
    <w:rsid w:val="00267C19"/>
    <w:rsid w:val="002D508C"/>
    <w:rsid w:val="00320E87"/>
    <w:rsid w:val="00403D12"/>
    <w:rsid w:val="0048008C"/>
    <w:rsid w:val="004C595D"/>
    <w:rsid w:val="00B25407"/>
    <w:rsid w:val="00DB6FDD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46F304C5</Template>
  <TotalTime>8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2016-07-21T09:08:00Z</dcterms:created>
  <dcterms:modified xsi:type="dcterms:W3CDTF">2017-11-28T17:12:00Z</dcterms:modified>
</cp:coreProperties>
</file>